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0D30C" w14:textId="77777777" w:rsidR="00B74273" w:rsidRPr="00B74273" w:rsidRDefault="00B74273" w:rsidP="00B74273">
      <w:pPr>
        <w:shd w:val="clear" w:color="auto" w:fill="DEEAF6"/>
        <w:rPr>
          <w:rFonts w:ascii="Calibri" w:eastAsia="Calibri" w:hAnsi="Calibri" w:cs="Arial"/>
          <w:b/>
          <w:bCs/>
          <w:caps/>
          <w:sz w:val="22"/>
          <w:szCs w:val="18"/>
          <w:lang w:eastAsia="en-US"/>
        </w:rPr>
      </w:pPr>
      <w:r w:rsidRPr="00B74273">
        <w:rPr>
          <w:rFonts w:ascii="Calibri" w:hAnsi="Calibri"/>
          <w:b/>
          <w:bCs/>
          <w:sz w:val="22"/>
          <w:szCs w:val="20"/>
        </w:rPr>
        <w:t>ZA</w:t>
      </w:r>
      <w:r w:rsidRPr="00B74273">
        <w:rPr>
          <w:rFonts w:ascii="Calibri" w:hAnsi="Calibri"/>
          <w:b/>
          <w:bCs/>
          <w:caps/>
          <w:sz w:val="22"/>
          <w:szCs w:val="20"/>
        </w:rPr>
        <w:t>łącznik nr 7 do SWZ – Umowa powierzenia przetwarzania danych osobowych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F4582F2" w14:textId="77777777" w:rsidR="00B74273" w:rsidRDefault="00130380" w:rsidP="00B74273">
      <w:pPr>
        <w:widowControl w:val="0"/>
        <w:adjustRightInd w:val="0"/>
        <w:spacing w:before="24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B74273">
        <w:rPr>
          <w:rFonts w:eastAsiaTheme="minorHAnsi" w:cs="Arial"/>
          <w:b/>
          <w:szCs w:val="18"/>
          <w:lang w:eastAsia="en-US"/>
        </w:rPr>
        <w:t xml:space="preserve">Umowa </w:t>
      </w:r>
    </w:p>
    <w:p w14:paraId="653756CF" w14:textId="3715B758" w:rsidR="00130380" w:rsidRPr="00B74273" w:rsidRDefault="00130380" w:rsidP="00B74273">
      <w:pPr>
        <w:widowControl w:val="0"/>
        <w:adjustRightInd w:val="0"/>
        <w:spacing w:after="16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B74273">
        <w:rPr>
          <w:rFonts w:eastAsiaTheme="minorHAnsi" w:cs="Arial"/>
          <w:b/>
          <w:szCs w:val="18"/>
          <w:lang w:eastAsia="en-US"/>
        </w:rPr>
        <w:t>powierzenia przetwarzania danych osobowych</w:t>
      </w:r>
      <w:r w:rsidR="00B74273">
        <w:rPr>
          <w:rFonts w:eastAsiaTheme="minorHAnsi" w:cs="Arial"/>
          <w:b/>
          <w:szCs w:val="18"/>
          <w:lang w:eastAsia="en-US"/>
        </w:rPr>
        <w:br/>
      </w:r>
      <w:r w:rsidR="00B74273" w:rsidRPr="00B74273">
        <w:rPr>
          <w:rFonts w:eastAsiaTheme="minorHAnsi" w:cs="Arial"/>
          <w:b/>
          <w:szCs w:val="18"/>
          <w:lang w:eastAsia="en-US"/>
        </w:rPr>
        <w:t>stanowiąca Załącznik nr 5b umowy</w:t>
      </w:r>
      <w:r w:rsidR="00B74273">
        <w:rPr>
          <w:rFonts w:eastAsiaTheme="minorHAnsi" w:cs="Arial"/>
          <w:b/>
          <w:szCs w:val="18"/>
          <w:lang w:eastAsia="en-US"/>
        </w:rPr>
        <w:t xml:space="preserve"> ……………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429C179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w </w:t>
      </w:r>
      <w:r w:rsidR="00B74273">
        <w:rPr>
          <w:rFonts w:eastAsiaTheme="minorHAnsi" w:cs="Arial"/>
          <w:szCs w:val="18"/>
          <w:lang w:eastAsia="en-US"/>
        </w:rPr>
        <w:t>Sanoku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5AAF712A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</w:t>
      </w:r>
      <w:r w:rsidR="00B74273">
        <w:rPr>
          <w:rFonts w:cs="Arial"/>
          <w:szCs w:val="18"/>
        </w:rPr>
        <w:t>stępującą rolą Przetwarzającego: gromadzenie danych klientów</w:t>
      </w:r>
    </w:p>
    <w:p w14:paraId="5964578A" w14:textId="02FE34F1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celem przetwarzania jest </w:t>
      </w:r>
      <w:r w:rsidR="00B74273">
        <w:rPr>
          <w:rFonts w:cs="Arial"/>
          <w:szCs w:val="18"/>
        </w:rPr>
        <w:t xml:space="preserve">umożliwienie Administratorowi zrealizowania inwestycji polegającej na budowie linii </w:t>
      </w:r>
      <w:proofErr w:type="spellStart"/>
      <w:r w:rsidR="00B74273">
        <w:rPr>
          <w:rFonts w:cs="Arial"/>
          <w:szCs w:val="18"/>
        </w:rPr>
        <w:t>nN</w:t>
      </w:r>
      <w:proofErr w:type="spellEnd"/>
      <w:r w:rsidR="00B74273">
        <w:rPr>
          <w:rFonts w:cs="Arial"/>
          <w:szCs w:val="18"/>
        </w:rPr>
        <w:t xml:space="preserve"> przebiegającej przez działki osób </w:t>
      </w:r>
      <w:proofErr w:type="spellStart"/>
      <w:r w:rsidR="00B74273">
        <w:rPr>
          <w:rFonts w:cs="Arial"/>
          <w:szCs w:val="18"/>
        </w:rPr>
        <w:t>trzechich</w:t>
      </w:r>
      <w:proofErr w:type="spellEnd"/>
      <w:r w:rsidR="00B74273">
        <w:rPr>
          <w:rFonts w:cs="Arial"/>
          <w:szCs w:val="18"/>
        </w:rPr>
        <w:t>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imię i nazwisko </w:t>
      </w:r>
    </w:p>
    <w:p w14:paraId="5BA33CC7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adres e-mail </w:t>
      </w:r>
    </w:p>
    <w:p w14:paraId="0D19F94A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numery telefonów</w:t>
      </w:r>
    </w:p>
    <w:p w14:paraId="387D452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adres zamieszkania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pracownicy Administratora i podmiotów stowarzyszonych Administratora</w:t>
      </w:r>
    </w:p>
    <w:p w14:paraId="68F8E88C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klienci usługi/produktu Administratora określonych w Umowie Podstawowej  </w:t>
      </w:r>
    </w:p>
    <w:p w14:paraId="4593CEB0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kontrahenci (odbiorcy i dostawcy) klientów Administratora</w:t>
      </w: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78CEA66E" w:rsidR="00130380" w:rsidRPr="00B74273" w:rsidRDefault="00130380" w:rsidP="00B74273">
      <w:pPr>
        <w:pStyle w:val="Akapitzlist"/>
        <w:numPr>
          <w:ilvl w:val="1"/>
          <w:numId w:val="31"/>
        </w:numPr>
        <w:spacing w:before="120" w:after="120"/>
        <w:ind w:left="1418" w:hanging="709"/>
        <w:rPr>
          <w:rFonts w:cs="Arial"/>
          <w:i/>
          <w:szCs w:val="18"/>
        </w:rPr>
      </w:pPr>
      <w:r w:rsidRPr="00B74273">
        <w:rPr>
          <w:rFonts w:cs="Arial"/>
          <w:szCs w:val="18"/>
        </w:rPr>
        <w:t xml:space="preserve">Przetwarzający oświadcza, że nie będzie korzystał z usług </w:t>
      </w:r>
      <w:proofErr w:type="spellStart"/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odprzetwarzających</w:t>
      </w:r>
      <w:proofErr w:type="spellEnd"/>
      <w:r w:rsidRPr="00B74273">
        <w:rPr>
          <w:rFonts w:cs="Arial"/>
          <w:szCs w:val="18"/>
        </w:rPr>
        <w:t xml:space="preserve">/ </w:t>
      </w:r>
      <w:r w:rsidR="0099595C" w:rsidRPr="00B74273">
        <w:rPr>
          <w:rFonts w:cs="Arial"/>
          <w:szCs w:val="18"/>
        </w:rPr>
        <w:t>D</w:t>
      </w:r>
      <w:r w:rsidRPr="00B74273">
        <w:rPr>
          <w:rFonts w:cs="Arial"/>
          <w:szCs w:val="18"/>
        </w:rPr>
        <w:t xml:space="preserve">alszych </w:t>
      </w:r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rzetwarzających</w:t>
      </w:r>
      <w:r w:rsidRPr="00B74273">
        <w:rPr>
          <w:rFonts w:cs="Arial"/>
          <w:i/>
          <w:szCs w:val="18"/>
        </w:rPr>
        <w:t xml:space="preserve">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1EFF7D73" w14:textId="5C59FB80" w:rsidR="00130380" w:rsidRPr="00B74273" w:rsidRDefault="00130380" w:rsidP="00AE7116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B74273">
        <w:rPr>
          <w:rFonts w:cs="Arial"/>
          <w:b/>
          <w:szCs w:val="18"/>
        </w:rPr>
        <w:t>Współpraca przy realizacji praw jednostki. [RODO.28.3.e].</w:t>
      </w:r>
      <w:r w:rsidRPr="00B74273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B74273">
        <w:rPr>
          <w:rFonts w:cs="Arial"/>
          <w:szCs w:val="18"/>
        </w:rPr>
        <w:br/>
      </w:r>
      <w:r w:rsidRPr="00B74273">
        <w:rPr>
          <w:rFonts w:cs="Arial"/>
          <w:szCs w:val="18"/>
        </w:rPr>
        <w:lastRenderedPageBreak/>
        <w:t>do powierzonych Danych, w szczególności poprzez odpowiednie środki techniczne i organizacyjne pomaga Administratorowi wywiązywać się z obowiązku odpowiadania na żądania osoby, której dane dotyczą. Szczegóły obsługi Praw jednostki zostan</w:t>
      </w:r>
      <w:r w:rsidR="00B74273" w:rsidRPr="00B74273">
        <w:rPr>
          <w:rFonts w:cs="Arial"/>
          <w:szCs w:val="18"/>
        </w:rPr>
        <w:t>ą pomiędzy Stronami uzgodnione</w:t>
      </w:r>
      <w:r w:rsidR="00B74273">
        <w:rPr>
          <w:rFonts w:cs="Arial"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3C0CB6E1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B74273">
        <w:rPr>
          <w:rFonts w:cs="Arial"/>
          <w:szCs w:val="18"/>
        </w:rPr>
        <w:t>.</w:t>
      </w:r>
      <w:r w:rsidRPr="00FB2DE7">
        <w:rPr>
          <w:rFonts w:cs="Arial"/>
          <w:szCs w:val="18"/>
        </w:rPr>
        <w:t xml:space="preserve"> </w:t>
      </w:r>
      <w:r w:rsidRPr="00FB2DE7">
        <w:rPr>
          <w:rFonts w:cs="Arial"/>
          <w:i/>
          <w:szCs w:val="18"/>
        </w:rPr>
        <w:t>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047F25">
        <w:rPr>
          <w:rFonts w:cs="Arial"/>
          <w:szCs w:val="18"/>
        </w:rPr>
        <w:t>zostaną pomiędzy Stronami</w:t>
      </w:r>
      <w:r w:rsidR="00047F25" w:rsidRPr="00047F25">
        <w:rPr>
          <w:rFonts w:cs="Arial"/>
          <w:szCs w:val="18"/>
        </w:rPr>
        <w:t xml:space="preserve"> uzgodnione.</w:t>
      </w:r>
      <w:r w:rsidRPr="00FB2DE7">
        <w:rPr>
          <w:rFonts w:cs="Arial"/>
          <w:i/>
          <w:szCs w:val="18"/>
        </w:rPr>
        <w:t xml:space="preserve"> 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1A97035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0C429925" w14:textId="77777777" w:rsidR="00047F25" w:rsidRPr="0035562C" w:rsidRDefault="00047F25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7FE7AD8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</w:t>
      </w:r>
      <w:r w:rsidRPr="005E1B98">
        <w:rPr>
          <w:rFonts w:cs="Arial"/>
          <w:bCs/>
          <w:szCs w:val="18"/>
        </w:rPr>
        <w:lastRenderedPageBreak/>
        <w:t xml:space="preserve">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0564EA">
        <w:rPr>
          <w:rFonts w:cs="Arial"/>
          <w:b/>
          <w:bCs/>
          <w:i/>
          <w:szCs w:val="18"/>
        </w:rPr>
        <w:t>1</w:t>
      </w:r>
      <w:bookmarkStart w:id="1" w:name="_GoBack"/>
      <w:bookmarkEnd w:id="1"/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2CA78C9A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>dla potrzeb komunikacji dotyczących naruszeń ochrony Danych</w:t>
      </w:r>
      <w:r w:rsidR="00047F25"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</w:p>
    <w:p w14:paraId="763C6915" w14:textId="463B147E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217307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217307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217307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047F25" w:rsidRDefault="00411A5A" w:rsidP="00047F25">
      <w:pPr>
        <w:ind w:left="360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1A5E2F30" w:rsidR="00130380" w:rsidRPr="005E1B98" w:rsidRDefault="00047F25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00991BB8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0</w:t>
      </w:r>
      <w:r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626646F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1</w:t>
      </w:r>
      <w:r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263FEC6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2</w:t>
      </w:r>
      <w:r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2BA9D708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217307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1BA413B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 w:rsidR="00217307">
        <w:rPr>
          <w:rFonts w:eastAsia="Calibri" w:cs="Arial"/>
          <w:bCs/>
          <w:szCs w:val="18"/>
        </w:rPr>
        <w:t>Przetwarzającego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02693C0A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wszczęcia postępowania administracyjnego, sądowego przeciw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, Dalszemu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26D5CDC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r w:rsidR="00047F25" w:rsidRPr="00204210">
        <w:rPr>
          <w:rFonts w:cs="Arial"/>
          <w:color w:val="000000"/>
          <w:szCs w:val="18"/>
        </w:rPr>
        <w:t>P</w:t>
      </w:r>
      <w:r w:rsidR="00047F25">
        <w:rPr>
          <w:rFonts w:cs="Arial"/>
          <w:color w:val="000000"/>
          <w:szCs w:val="18"/>
        </w:rPr>
        <w:t>rzetwarzającego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6D6BEF60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3</w:t>
      </w:r>
      <w:r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081B7A45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4</w:t>
      </w:r>
      <w:r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lastRenderedPageBreak/>
        <w:t>do przetwarzania Danych, mają charakter poufny i z tego względu Strony zobowiązują się nie ujawniać jej treści osobom trzecim.</w:t>
      </w:r>
    </w:p>
    <w:p w14:paraId="5D463742" w14:textId="32BBD05D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5</w:t>
      </w:r>
      <w:r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30DC8E1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047F25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="00047F25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29A24FE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047F25">
        <w:rPr>
          <w:rFonts w:cs="Arial"/>
          <w:color w:val="212121"/>
          <w:szCs w:val="18"/>
          <w:bdr w:val="none" w:sz="0" w:space="0" w:color="auto" w:frame="1"/>
        </w:rPr>
        <w:t>Rzeszów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4B5652B3" w14:textId="3C290D2C" w:rsidR="00047F25" w:rsidRDefault="00130380" w:rsidP="00047F25">
      <w:pPr>
        <w:spacing w:before="120" w:after="120" w:line="600" w:lineRule="auto"/>
        <w:ind w:left="708"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2909E030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67A56045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2DF33E2F" w:rsidR="00130380" w:rsidRDefault="00130380" w:rsidP="00047F25">
      <w:pPr>
        <w:spacing w:before="120" w:after="120" w:line="600" w:lineRule="auto"/>
        <w:ind w:firstLine="567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CA2F14D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12101215" w14:textId="5F0FC7E0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B73CD10" w14:textId="785AD945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4E3110" w14:textId="3768D36A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B836BAA" w14:textId="0D81F5EE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DC46D79" w14:textId="4576D0A2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A2EC238" w14:textId="1EFC195C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865A215" w14:textId="4FFDA50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B0E518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DF965A4" w14:textId="77777777" w:rsidR="00047F25" w:rsidRPr="00047F25" w:rsidRDefault="00047F25" w:rsidP="00047F25">
      <w:pPr>
        <w:spacing w:before="60" w:after="60"/>
        <w:ind w:left="1080"/>
        <w:contextualSpacing/>
        <w:rPr>
          <w:rFonts w:ascii="Calibri" w:hAnsi="Calibri"/>
          <w:b/>
          <w:color w:val="191919"/>
          <w:sz w:val="22"/>
          <w:szCs w:val="20"/>
        </w:rPr>
      </w:pPr>
    </w:p>
    <w:p w14:paraId="43BD24B6" w14:textId="7CFF688D" w:rsidR="00047F25" w:rsidRPr="00047F25" w:rsidRDefault="000564EA" w:rsidP="00047F25">
      <w:pPr>
        <w:spacing w:before="60" w:after="60" w:line="480" w:lineRule="auto"/>
        <w:rPr>
          <w:rFonts w:cs="Arial"/>
          <w:b/>
          <w:szCs w:val="18"/>
          <w:u w:val="single"/>
        </w:rPr>
      </w:pPr>
      <w:r>
        <w:rPr>
          <w:rFonts w:cs="Arial"/>
          <w:b/>
          <w:szCs w:val="18"/>
          <w:u w:val="single"/>
        </w:rPr>
        <w:t>Załącznik nr 1</w:t>
      </w:r>
      <w:r w:rsidR="00047F25" w:rsidRPr="00047F25">
        <w:rPr>
          <w:rFonts w:cs="Arial"/>
          <w:b/>
          <w:szCs w:val="18"/>
          <w:u w:val="single"/>
        </w:rPr>
        <w:t xml:space="preserve"> </w:t>
      </w:r>
    </w:p>
    <w:p w14:paraId="4A3635AE" w14:textId="77777777" w:rsidR="00047F25" w:rsidRPr="00047F25" w:rsidRDefault="00047F25" w:rsidP="00047F25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047F25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047F25" w:rsidRPr="00047F25" w14:paraId="0F0FA635" w14:textId="77777777" w:rsidTr="00A5166E">
        <w:tc>
          <w:tcPr>
            <w:tcW w:w="534" w:type="dxa"/>
            <w:shd w:val="clear" w:color="auto" w:fill="auto"/>
          </w:tcPr>
          <w:p w14:paraId="1CB62CB4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13DDBCBA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3C9DDC0D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Cel wykorzystania</w:t>
            </w:r>
          </w:p>
        </w:tc>
      </w:tr>
      <w:tr w:rsidR="00047F25" w:rsidRPr="00047F25" w14:paraId="417DCEDB" w14:textId="77777777" w:rsidTr="00A5166E">
        <w:tc>
          <w:tcPr>
            <w:tcW w:w="534" w:type="dxa"/>
            <w:shd w:val="clear" w:color="auto" w:fill="auto"/>
          </w:tcPr>
          <w:p w14:paraId="6667FDAB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3E7B6EB9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205394BD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Przetwarzanie danych</w:t>
            </w:r>
          </w:p>
        </w:tc>
      </w:tr>
      <w:tr w:rsidR="00047F25" w:rsidRPr="00047F25" w14:paraId="73CF6A84" w14:textId="77777777" w:rsidTr="00A5166E">
        <w:tc>
          <w:tcPr>
            <w:tcW w:w="534" w:type="dxa"/>
            <w:shd w:val="clear" w:color="auto" w:fill="auto"/>
          </w:tcPr>
          <w:p w14:paraId="12758A3E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42452877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722E430E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Przesyłanie danych</w:t>
            </w:r>
          </w:p>
        </w:tc>
      </w:tr>
    </w:tbl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7FE4" w14:textId="77777777" w:rsidR="000A13ED" w:rsidRDefault="000A13ED" w:rsidP="00BD627E">
      <w:r>
        <w:separator/>
      </w:r>
    </w:p>
    <w:p w14:paraId="6125F863" w14:textId="77777777" w:rsidR="000A13ED" w:rsidRDefault="000A13ED"/>
  </w:endnote>
  <w:endnote w:type="continuationSeparator" w:id="0">
    <w:p w14:paraId="6818F020" w14:textId="77777777" w:rsidR="000A13ED" w:rsidRDefault="000A13ED" w:rsidP="00BD627E">
      <w:r>
        <w:continuationSeparator/>
      </w:r>
    </w:p>
    <w:p w14:paraId="1FC0E9FF" w14:textId="77777777" w:rsidR="000A13ED" w:rsidRDefault="000A13ED"/>
  </w:endnote>
  <w:endnote w:type="continuationNotice" w:id="1">
    <w:p w14:paraId="3FFB5859" w14:textId="77777777" w:rsidR="000A13ED" w:rsidRDefault="000A13ED"/>
    <w:p w14:paraId="2879367C" w14:textId="77777777" w:rsidR="000A13ED" w:rsidRDefault="000A1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299987B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06CE66F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BDFEC" w14:textId="77777777" w:rsidR="000A13ED" w:rsidRDefault="000A13ED" w:rsidP="00BD627E">
      <w:r>
        <w:separator/>
      </w:r>
    </w:p>
    <w:p w14:paraId="5E1A2571" w14:textId="77777777" w:rsidR="000A13ED" w:rsidRDefault="000A13ED"/>
  </w:footnote>
  <w:footnote w:type="continuationSeparator" w:id="0">
    <w:p w14:paraId="2EC76C20" w14:textId="77777777" w:rsidR="000A13ED" w:rsidRDefault="000A13ED" w:rsidP="00BD627E">
      <w:r>
        <w:continuationSeparator/>
      </w:r>
    </w:p>
    <w:p w14:paraId="338BDF4B" w14:textId="77777777" w:rsidR="000A13ED" w:rsidRDefault="000A13ED"/>
  </w:footnote>
  <w:footnote w:type="continuationNotice" w:id="1">
    <w:p w14:paraId="20EC6F7B" w14:textId="77777777" w:rsidR="000A13ED" w:rsidRDefault="000A13ED"/>
    <w:p w14:paraId="297D850C" w14:textId="77777777" w:rsidR="000A13ED" w:rsidRDefault="000A1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6E5CC9B6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B74273">
      <w:rPr>
        <w:rFonts w:ascii="Calibri Light" w:hAnsi="Calibri Light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FA1ADA"/>
    <w:multiLevelType w:val="hybridMultilevel"/>
    <w:tmpl w:val="AF668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A24205"/>
    <w:multiLevelType w:val="hybridMultilevel"/>
    <w:tmpl w:val="DE54C24A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6E4169B"/>
    <w:multiLevelType w:val="multilevel"/>
    <w:tmpl w:val="D4B01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23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20"/>
  </w:num>
  <w:num w:numId="10">
    <w:abstractNumId w:val="16"/>
  </w:num>
  <w:num w:numId="11">
    <w:abstractNumId w:val="2"/>
  </w:num>
  <w:num w:numId="12">
    <w:abstractNumId w:val="5"/>
  </w:num>
  <w:num w:numId="13">
    <w:abstractNumId w:val="7"/>
  </w:num>
  <w:num w:numId="14">
    <w:abstractNumId w:val="18"/>
  </w:num>
  <w:num w:numId="15">
    <w:abstractNumId w:val="23"/>
  </w:num>
  <w:num w:numId="16">
    <w:abstractNumId w:val="10"/>
  </w:num>
  <w:num w:numId="17">
    <w:abstractNumId w:val="15"/>
  </w:num>
  <w:num w:numId="18">
    <w:abstractNumId w:val="1"/>
  </w:num>
  <w:num w:numId="19">
    <w:abstractNumId w:val="25"/>
  </w:num>
  <w:num w:numId="20">
    <w:abstractNumId w:val="24"/>
  </w:num>
  <w:num w:numId="21">
    <w:abstractNumId w:val="6"/>
  </w:num>
  <w:num w:numId="22">
    <w:abstractNumId w:val="19"/>
  </w:num>
  <w:num w:numId="23">
    <w:abstractNumId w:val="0"/>
  </w:num>
  <w:num w:numId="24">
    <w:abstractNumId w:val="17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12"/>
  </w:num>
  <w:num w:numId="30">
    <w:abstractNumId w:val="14"/>
  </w:num>
  <w:num w:numId="3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47F25"/>
    <w:rsid w:val="00050ED7"/>
    <w:rsid w:val="00051290"/>
    <w:rsid w:val="00056157"/>
    <w:rsid w:val="000564EA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3ED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17307"/>
    <w:rsid w:val="002325C0"/>
    <w:rsid w:val="00233139"/>
    <w:rsid w:val="002336B0"/>
    <w:rsid w:val="0023414F"/>
    <w:rsid w:val="002374C0"/>
    <w:rsid w:val="00237B27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48B0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273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POST/DYS/OR/GZ/04089/2025                         </dmsv2SWPP2ObjectNumber>
    <dmsv2SWPP2SumMD5 xmlns="http://schemas.microsoft.com/sharepoint/v3">dc467d9263b086a939e8ccca3f05ec32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698576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23757553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DPFVW34YURAE-150815970-20383</_dlc_DocId>
    <_dlc_DocIdUrl xmlns="a19cb1c7-c5c7-46d4-85ae-d83685407bba">
      <Url>https://swpp2.dms.gkpge.pl/sites/40/_layouts/15/DocIdRedir.aspx?ID=DPFVW34YURAE-150815970-20383</Url>
      <Description>DPFVW34YURAE-150815970-20383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98CE92-289E-46EF-BA5E-0A452210F696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7CF79-EFDE-4129-A9F4-4666AC3AF4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804A79-C40D-4A41-B21A-E977DFD2EB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7915720-CA07-4FAE-8A9D-2B75109F043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FA6F4AC-5112-4C7B-8944-BE0BC6E3289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88</TotalTime>
  <Pages>8</Pages>
  <Words>3122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21817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Kafara Daniel [PGE Dystr. O.Rzeszów]</cp:lastModifiedBy>
  <cp:revision>10</cp:revision>
  <cp:lastPrinted>2025-07-07T05:58:00Z</cp:lastPrinted>
  <dcterms:created xsi:type="dcterms:W3CDTF">2025-04-14T09:41:00Z</dcterms:created>
  <dcterms:modified xsi:type="dcterms:W3CDTF">2025-08-20T10:04:00Z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af3d2a29-9af0-4340-a867-4a1377155de5</vt:lpwstr>
  </property>
</Properties>
</file>